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174FDF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82901A" w14:textId="77777777" w:rsidR="002229D8" w:rsidRPr="002557F5" w:rsidRDefault="00B67D39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="002229D8" w:rsidRPr="006B56FD">
              <w:rPr>
                <w:rFonts w:asciiTheme="minorHAnsi" w:hAnsiTheme="minorHAnsi" w:cstheme="minorHAnsi"/>
                <w:b/>
              </w:rPr>
              <w:t xml:space="preserve">Oddział </w:t>
            </w:r>
            <w:r w:rsidR="002229D8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57BBDBFB" w:rsidR="00B67D39" w:rsidRPr="002229D8" w:rsidRDefault="002229D8" w:rsidP="002229D8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097B8BE0" w14:textId="66110F6F" w:rsid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449FCDCA" w14:textId="77777777" w:rsidR="001257A6" w:rsidRPr="00CC7E12" w:rsidRDefault="001257A6" w:rsidP="00872F1F">
      <w:pPr>
        <w:jc w:val="both"/>
        <w:rPr>
          <w:rFonts w:cstheme="minorHAnsi"/>
        </w:rPr>
      </w:pPr>
    </w:p>
    <w:p w14:paraId="63B1B52A" w14:textId="3B32D142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Na potrzeby postępowania o udzielenie zamówienia prowadzonego pn.</w:t>
      </w:r>
      <w:r w:rsidR="002229D8">
        <w:rPr>
          <w:rFonts w:cstheme="minorHAnsi"/>
        </w:rPr>
        <w:t xml:space="preserve"> </w:t>
      </w:r>
      <w:r w:rsidR="00367325" w:rsidRPr="00367325">
        <w:rPr>
          <w:rFonts w:cstheme="minorHAnsi"/>
          <w:b/>
          <w:i/>
        </w:rPr>
        <w:t>Sukcesywne wykonywanie prac projektowych i robot budowlanych polegających na wykonywaniu przyłączy lub linii niskiego napięcia dla celów przyłączenia nowych odbiorców na terenie PGE Dystrybucja S.A. Oddział Łódź na obszarze działania RE Łowicz w obrębie gmin Teresin i Nowa Sucha</w:t>
      </w:r>
      <w:r w:rsidRPr="00CC7E12">
        <w:rPr>
          <w:rFonts w:cstheme="minorHAnsi"/>
        </w:rPr>
        <w:t>,</w:t>
      </w:r>
      <w:r w:rsidR="00085D08">
        <w:rPr>
          <w:rFonts w:cstheme="minorHAnsi"/>
        </w:rPr>
        <w:t xml:space="preserve"> </w:t>
      </w:r>
      <w:r w:rsidR="00367325">
        <w:rPr>
          <w:rFonts w:cstheme="minorHAnsi"/>
        </w:rPr>
        <w:t xml:space="preserve">                                                         </w:t>
      </w:r>
      <w:r w:rsidRPr="00CC7E12">
        <w:rPr>
          <w:rFonts w:cstheme="minorHAnsi"/>
        </w:rPr>
        <w:t xml:space="preserve">nr </w:t>
      </w:r>
      <w:r w:rsidR="002229D8" w:rsidRPr="002557F5">
        <w:rPr>
          <w:rFonts w:cstheme="minorHAnsi"/>
          <w:b/>
        </w:rPr>
        <w:t>POST/DYS/OLD/GZ/0</w:t>
      </w:r>
      <w:r w:rsidR="001257A6">
        <w:rPr>
          <w:rFonts w:cstheme="minorHAnsi"/>
          <w:b/>
        </w:rPr>
        <w:t>4</w:t>
      </w:r>
      <w:r w:rsidR="00085D08">
        <w:rPr>
          <w:rFonts w:cstheme="minorHAnsi"/>
          <w:b/>
        </w:rPr>
        <w:t>6</w:t>
      </w:r>
      <w:r w:rsidR="00174FDF">
        <w:rPr>
          <w:rFonts w:cstheme="minorHAnsi"/>
          <w:b/>
        </w:rPr>
        <w:t>6</w:t>
      </w:r>
      <w:r w:rsidR="00367325">
        <w:rPr>
          <w:rFonts w:cstheme="minorHAnsi"/>
          <w:b/>
        </w:rPr>
        <w:t>2</w:t>
      </w:r>
      <w:r w:rsidR="002229D8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229D8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2229D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9F1710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9F1710">
        <w:rPr>
          <w:rFonts w:eastAsia="Times New Roman" w:cs="Arial"/>
        </w:rPr>
        <w:t>, zaktualizowanym rozporządzeniem Rady (UE) 2025/2033 (Dz.U. L, 2025/2033 z 23.10.2025) dalej: rozporządzenie 2025/2033</w:t>
      </w:r>
      <w:r w:rsidRPr="009F1710">
        <w:t>.</w:t>
      </w:r>
      <w:r w:rsidRPr="009F1710">
        <w:rPr>
          <w:vertAlign w:val="superscript"/>
        </w:rPr>
        <w:footnoteReference w:id="1"/>
      </w:r>
    </w:p>
    <w:p w14:paraId="3EA3242A" w14:textId="347883B1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71F4223B" w14:textId="77777777" w:rsidR="001257A6" w:rsidRDefault="001257A6" w:rsidP="002C2C2F">
      <w:pPr>
        <w:jc w:val="both"/>
        <w:rPr>
          <w:rFonts w:cstheme="minorHAnsi"/>
          <w:b/>
        </w:rPr>
      </w:pPr>
    </w:p>
    <w:p w14:paraId="13AF2A44" w14:textId="30741FC9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79AA5069" w14:textId="5AB769D3" w:rsidR="00CC7E12" w:rsidRDefault="00CC7E12" w:rsidP="00F2087D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0F5B4867" w14:textId="77777777" w:rsidR="00F2087D" w:rsidRPr="00F2087D" w:rsidRDefault="00F2087D" w:rsidP="00F2087D">
      <w:pPr>
        <w:jc w:val="both"/>
        <w:rPr>
          <w:rFonts w:cstheme="minorHAnsi"/>
          <w:sz w:val="16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9F171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0E60FE90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A1284F3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791923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039E52F6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BE1634F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ECCCB" w14:textId="77777777" w:rsidR="002229D8" w:rsidRDefault="002229D8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3A21A4A5" w14:textId="77777777" w:rsidR="002229D8" w:rsidRPr="006E100D" w:rsidRDefault="002229D8" w:rsidP="002229D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37B62589" w14:textId="4F6A77C2" w:rsidR="002229D8" w:rsidRDefault="00367325" w:rsidP="002229D8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36732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Sukcesywne wykonywanie prac projektowych i robot budowlanych polegających na wykonywaniu przyłączy lub linii niskiego napięcia dla celów przyłączenia nowych odbiorców na terenie PGE Dystrybucja S.A. Oddział Łódź na obszarze działania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</w:t>
          </w:r>
          <w:r w:rsidRPr="0036732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</w:t>
          </w: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 xml:space="preserve">       </w:t>
          </w:r>
          <w:r w:rsidRPr="00367325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RE Łowicz w obrębie gmin Teresin i Nowa Sucha</w:t>
          </w:r>
          <w:r w:rsidR="00F830B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.</w:t>
          </w:r>
        </w:p>
        <w:p w14:paraId="5205B493" w14:textId="71F8E723" w:rsidR="00347E8D" w:rsidRPr="006B2C28" w:rsidRDefault="002229D8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POST/DYS/OLD/GZ/0</w:t>
          </w:r>
          <w:r w:rsidR="001257A6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4</w:t>
          </w:r>
          <w:r w:rsidR="00085D08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  <w:r w:rsidR="00174FD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6</w:t>
          </w:r>
          <w:r w:rsidR="0036732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2</w:t>
          </w:r>
          <w:r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5FACF5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09B4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D08"/>
    <w:rsid w:val="0009045E"/>
    <w:rsid w:val="00094799"/>
    <w:rsid w:val="00094EB9"/>
    <w:rsid w:val="00096510"/>
    <w:rsid w:val="000974B1"/>
    <w:rsid w:val="000A4C88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7A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4FDF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1052C"/>
    <w:rsid w:val="002229D8"/>
    <w:rsid w:val="00224257"/>
    <w:rsid w:val="00224BEA"/>
    <w:rsid w:val="00241DAD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7E8D"/>
    <w:rsid w:val="00350B80"/>
    <w:rsid w:val="00362C4E"/>
    <w:rsid w:val="00366FFB"/>
    <w:rsid w:val="00367325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958"/>
    <w:rsid w:val="003E3CCB"/>
    <w:rsid w:val="003E59DD"/>
    <w:rsid w:val="003F132F"/>
    <w:rsid w:val="003F257A"/>
    <w:rsid w:val="0040472A"/>
    <w:rsid w:val="00412E5B"/>
    <w:rsid w:val="00417E23"/>
    <w:rsid w:val="004257E0"/>
    <w:rsid w:val="004331B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0052D"/>
    <w:rsid w:val="00520308"/>
    <w:rsid w:val="00535E9B"/>
    <w:rsid w:val="00541E6E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065"/>
    <w:rsid w:val="007C6687"/>
    <w:rsid w:val="007C67FA"/>
    <w:rsid w:val="007D0675"/>
    <w:rsid w:val="007D1209"/>
    <w:rsid w:val="00812E3F"/>
    <w:rsid w:val="008130D5"/>
    <w:rsid w:val="0081735D"/>
    <w:rsid w:val="008217CE"/>
    <w:rsid w:val="00826229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5C2E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782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1710"/>
    <w:rsid w:val="00A02C84"/>
    <w:rsid w:val="00A148D6"/>
    <w:rsid w:val="00A370AB"/>
    <w:rsid w:val="00A43299"/>
    <w:rsid w:val="00A467CA"/>
    <w:rsid w:val="00A57E04"/>
    <w:rsid w:val="00A6049B"/>
    <w:rsid w:val="00A62B4C"/>
    <w:rsid w:val="00A6635D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113D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417C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73A6"/>
    <w:rsid w:val="00E12F47"/>
    <w:rsid w:val="00E16545"/>
    <w:rsid w:val="00E2123D"/>
    <w:rsid w:val="00E26EEA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087D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0B7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POST/DYS/OLD/GZ/04662/2025                        </dmsv2SWPP2ObjectNumber>
    <dmsv2SWPP2SumMD5 xmlns="http://schemas.microsoft.com/sharepoint/v3">e92293f696323d7de15f2fb86ae1868b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702548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24111927</dmsv2BaseClientSystemDocumentID>
    <dmsv2BaseModifiedByID xmlns="http://schemas.microsoft.com/sharepoint/v3">11700323</dmsv2BaseModifiedByID>
    <dmsv2BaseCreatedByID xmlns="http://schemas.microsoft.com/sharepoint/v3">11700323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JEUP5JKVCYQC-922955212-18252</_dlc_DocId>
    <_dlc_DocIdUrl xmlns="a19cb1c7-c5c7-46d4-85ae-d83685407bba">
      <Url>https://swpp2.dms.gkpge.pl/sites/41/_layouts/15/DocIdRedir.aspx?ID=JEUP5JKVCYQC-922955212-18252</Url>
      <Description>JEUP5JKVCYQC-922955212-18252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ab6a7fc3-c441-41c3-bbfc-a960266391eb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2DD4DED-8469-4245-9F3A-7FCDFB0A365E}"/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85E2D8C-7CDC-48D1-B816-038E3EFE007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8</TotalTime>
  <Pages>2</Pages>
  <Words>826</Words>
  <Characters>4960</Characters>
  <Application>Microsoft Office Word</Application>
  <DocSecurity>0</DocSecurity>
  <Lines>41</Lines>
  <Paragraphs>11</Paragraphs>
  <ScaleCrop>false</ScaleCrop>
  <Company>PGE Systemy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Gaworska Agata [PGE Dystr. O.Łódź]</cp:lastModifiedBy>
  <cp:revision>10</cp:revision>
  <cp:lastPrinted>2024-07-15T11:21:00Z</cp:lastPrinted>
  <dcterms:created xsi:type="dcterms:W3CDTF">2025-11-25T07:33:00Z</dcterms:created>
  <dcterms:modified xsi:type="dcterms:W3CDTF">2026-01-13T13:02:00Z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8c754534-1c24-4f6f-9e60-ec6f443c42fd</vt:lpwstr>
  </property>
</Properties>
</file>